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6E94DB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6451625C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137443B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604158FC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45FF9550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90FE8C3" w14:textId="6FE687A5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BA64B6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726184B6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22D2E5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A57423B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4094929F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1EC9B8A7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14:paraId="3BBD9ECF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4823141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1A88472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78EDF0B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B396F01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45646C61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389E981C" w14:textId="6C984293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50012D" w:rsidRPr="0050012D">
        <w:rPr>
          <w:rFonts w:hAnsi="ＭＳ 明朝" w:hint="eastAsia"/>
          <w:spacing w:val="16"/>
          <w:sz w:val="21"/>
          <w:szCs w:val="21"/>
        </w:rPr>
        <w:t>埼玉県立がんセンター</w:t>
      </w:r>
      <w:r w:rsidR="001923EC">
        <w:rPr>
          <w:rFonts w:hAnsi="ＭＳ 明朝" w:hint="eastAsia"/>
          <w:spacing w:val="16"/>
          <w:sz w:val="21"/>
          <w:szCs w:val="21"/>
        </w:rPr>
        <w:t>被ばく放射線量測定業務委託</w:t>
      </w:r>
      <w:r w:rsidR="00D44EA3">
        <w:rPr>
          <w:rFonts w:hAnsi="ＭＳ 明朝" w:hint="eastAsia"/>
          <w:spacing w:val="16"/>
          <w:sz w:val="21"/>
          <w:szCs w:val="21"/>
        </w:rPr>
        <w:t xml:space="preserve">　一式</w:t>
      </w:r>
    </w:p>
    <w:p w14:paraId="373E3FF7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A28BFBE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3850D422" w14:textId="1AE09CE5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514D6" w:rsidRPr="007A2548">
        <w:rPr>
          <w:rFonts w:hAnsi="ＭＳ 明朝" w:hint="eastAsia"/>
          <w:spacing w:val="16"/>
          <w:szCs w:val="22"/>
        </w:rPr>
        <w:t>令和</w:t>
      </w:r>
      <w:r w:rsidR="00986359" w:rsidRPr="007A2548">
        <w:rPr>
          <w:rFonts w:hAnsi="ＭＳ 明朝" w:hint="eastAsia"/>
          <w:spacing w:val="16"/>
          <w:szCs w:val="22"/>
        </w:rPr>
        <w:t>７</w:t>
      </w:r>
      <w:r w:rsidR="003514D6" w:rsidRPr="007A2548">
        <w:rPr>
          <w:rFonts w:hAnsi="ＭＳ 明朝" w:hint="eastAsia"/>
          <w:spacing w:val="16"/>
          <w:szCs w:val="22"/>
        </w:rPr>
        <w:t>年</w:t>
      </w:r>
      <w:r w:rsidR="001923EC">
        <w:rPr>
          <w:rFonts w:hAnsi="ＭＳ 明朝" w:hint="eastAsia"/>
          <w:spacing w:val="16"/>
          <w:szCs w:val="22"/>
        </w:rPr>
        <w:t>８</w:t>
      </w:r>
      <w:r w:rsidR="003514D6" w:rsidRPr="007A2548">
        <w:rPr>
          <w:rFonts w:hAnsi="ＭＳ 明朝" w:hint="eastAsia"/>
          <w:spacing w:val="16"/>
          <w:szCs w:val="22"/>
        </w:rPr>
        <w:t>月</w:t>
      </w:r>
      <w:r w:rsidR="001923EC">
        <w:rPr>
          <w:rFonts w:hAnsi="ＭＳ 明朝" w:hint="eastAsia"/>
          <w:spacing w:val="16"/>
          <w:szCs w:val="22"/>
        </w:rPr>
        <w:t>４</w:t>
      </w:r>
      <w:r w:rsidR="0050012D" w:rsidRPr="007A2548">
        <w:rPr>
          <w:rFonts w:hAnsi="ＭＳ 明朝" w:hint="eastAsia"/>
          <w:spacing w:val="16"/>
          <w:szCs w:val="22"/>
        </w:rPr>
        <w:t>日</w:t>
      </w:r>
    </w:p>
    <w:p w14:paraId="0FE6FCB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B799C39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736B02D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B589432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403A34E1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="006C31DB">
        <w:rPr>
          <w:rFonts w:hAnsi="ＭＳ 明朝" w:hint="eastAsia"/>
          <w:spacing w:val="16"/>
          <w:sz w:val="21"/>
          <w:szCs w:val="21"/>
        </w:rPr>
        <w:t>払込</w:t>
      </w:r>
      <w:r w:rsidRPr="001C0B9A">
        <w:rPr>
          <w:rFonts w:hAnsi="ＭＳ 明朝" w:cs="ＭＳ ゴシック" w:hint="eastAsia"/>
          <w:color w:val="000000" w:themeColor="text1"/>
          <w:szCs w:val="22"/>
        </w:rPr>
        <w:t>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140B792D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17347A3C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4A63A3D" w14:textId="77777777" w:rsidTr="00520537">
        <w:tc>
          <w:tcPr>
            <w:tcW w:w="2456" w:type="dxa"/>
            <w:vAlign w:val="center"/>
          </w:tcPr>
          <w:p w14:paraId="5341FCD4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258D313A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1919EADC" w14:textId="77777777" w:rsidTr="00520537">
        <w:tc>
          <w:tcPr>
            <w:tcW w:w="2456" w:type="dxa"/>
            <w:vAlign w:val="center"/>
          </w:tcPr>
          <w:p w14:paraId="68150A87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0A41CB1E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7839D61E" w14:textId="77777777" w:rsidTr="00D20A7B">
        <w:tc>
          <w:tcPr>
            <w:tcW w:w="2456" w:type="dxa"/>
            <w:vAlign w:val="center"/>
          </w:tcPr>
          <w:p w14:paraId="1253ACC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8F4C3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6B72B0D5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9F6CCF9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7C222E04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464C4D2F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6D908BD2" w14:textId="77777777" w:rsidTr="00520537">
        <w:tc>
          <w:tcPr>
            <w:tcW w:w="2456" w:type="dxa"/>
            <w:vAlign w:val="center"/>
          </w:tcPr>
          <w:p w14:paraId="5DD83921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4B14871F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D50F624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05FFB0D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3D3052A5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01DF474E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6DBF3A20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C0CDE9" w14:textId="77777777" w:rsidR="008D75FC" w:rsidRDefault="008D75FC">
      <w:r>
        <w:separator/>
      </w:r>
    </w:p>
  </w:endnote>
  <w:endnote w:type="continuationSeparator" w:id="0">
    <w:p w14:paraId="569FC584" w14:textId="77777777" w:rsidR="008D75FC" w:rsidRDefault="008D7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ＭＳ 明朝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A5AB6B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2BAE0203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AEA56" w14:textId="77777777"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B17035" w14:textId="77777777" w:rsidR="008D75FC" w:rsidRDefault="008D75FC">
      <w:r>
        <w:separator/>
      </w:r>
    </w:p>
  </w:footnote>
  <w:footnote w:type="continuationSeparator" w:id="0">
    <w:p w14:paraId="0909CFB6" w14:textId="77777777" w:rsidR="008D75FC" w:rsidRDefault="008D75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574BC3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678995035">
    <w:abstractNumId w:val="4"/>
  </w:num>
  <w:num w:numId="2" w16cid:durableId="913902806">
    <w:abstractNumId w:val="0"/>
  </w:num>
  <w:num w:numId="3" w16cid:durableId="597951445">
    <w:abstractNumId w:val="3"/>
  </w:num>
  <w:num w:numId="4" w16cid:durableId="1001547165">
    <w:abstractNumId w:val="1"/>
  </w:num>
  <w:num w:numId="5" w16cid:durableId="10321476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3E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156F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0C46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14D6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19D"/>
    <w:rsid w:val="00486520"/>
    <w:rsid w:val="00487AFC"/>
    <w:rsid w:val="00493354"/>
    <w:rsid w:val="004A092B"/>
    <w:rsid w:val="004A475D"/>
    <w:rsid w:val="004A60CD"/>
    <w:rsid w:val="004B26AC"/>
    <w:rsid w:val="004B2BBF"/>
    <w:rsid w:val="004B3154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030E"/>
    <w:rsid w:val="004F3780"/>
    <w:rsid w:val="004F6543"/>
    <w:rsid w:val="0050012D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86DAF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1DB"/>
    <w:rsid w:val="006C365A"/>
    <w:rsid w:val="006C54FB"/>
    <w:rsid w:val="006C5D59"/>
    <w:rsid w:val="006C7E20"/>
    <w:rsid w:val="006D0531"/>
    <w:rsid w:val="006D4309"/>
    <w:rsid w:val="006D5C35"/>
    <w:rsid w:val="006D78F2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548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D75FC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6359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023C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035E"/>
    <w:rsid w:val="00B8741E"/>
    <w:rsid w:val="00B9214B"/>
    <w:rsid w:val="00B92FEF"/>
    <w:rsid w:val="00B931C9"/>
    <w:rsid w:val="00BA0350"/>
    <w:rsid w:val="00BA2D6B"/>
    <w:rsid w:val="00BA34BF"/>
    <w:rsid w:val="00BA4A9F"/>
    <w:rsid w:val="00BA6479"/>
    <w:rsid w:val="00BA64B6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457C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4EA3"/>
    <w:rsid w:val="00D45055"/>
    <w:rsid w:val="00D50BA1"/>
    <w:rsid w:val="00D53EFE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43C76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BA4FF14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105EAF-A576-4DBB-9881-E94BF610D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78</TotalTime>
  <Pages>1</Pages>
  <Words>266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河村 泰成</cp:lastModifiedBy>
  <cp:revision>58</cp:revision>
  <cp:lastPrinted>2020-01-22T05:31:00Z</cp:lastPrinted>
  <dcterms:created xsi:type="dcterms:W3CDTF">2020-01-22T03:01:00Z</dcterms:created>
  <dcterms:modified xsi:type="dcterms:W3CDTF">2025-07-24T04:33:00Z</dcterms:modified>
</cp:coreProperties>
</file>